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02466CA5" w:rsidR="0085747A" w:rsidRPr="00696BD9" w:rsidRDefault="0071620A" w:rsidP="00EA4832">
      <w:pPr>
        <w:spacing w:after="0" w:line="240" w:lineRule="exact"/>
        <w:jc w:val="center"/>
        <w:rPr>
          <w:rFonts w:ascii="Corbel" w:hAnsi="Corbel"/>
          <w:i/>
          <w:smallCaps/>
          <w:sz w:val="24"/>
          <w:szCs w:val="24"/>
        </w:rPr>
      </w:pPr>
      <w:r w:rsidRPr="009C54AE">
        <w:rPr>
          <w:rFonts w:ascii="Corbel" w:hAnsi="Corbel"/>
          <w:b/>
          <w:smallCaps/>
          <w:sz w:val="24"/>
          <w:szCs w:val="24"/>
        </w:rPr>
        <w:t>dotyczy cyklu kształcenia</w:t>
      </w:r>
      <w:r w:rsidR="00DC6D0C">
        <w:rPr>
          <w:rFonts w:ascii="Corbel" w:hAnsi="Corbel"/>
          <w:i/>
          <w:smallCaps/>
          <w:color w:val="FF0000"/>
          <w:sz w:val="24"/>
          <w:szCs w:val="24"/>
        </w:rPr>
        <w:t xml:space="preserve"> </w:t>
      </w:r>
      <w:r w:rsidR="00914307">
        <w:rPr>
          <w:rFonts w:ascii="Corbel" w:hAnsi="Corbel"/>
          <w:i/>
          <w:smallCaps/>
          <w:sz w:val="24"/>
          <w:szCs w:val="24"/>
        </w:rPr>
        <w:t>2019-2022</w:t>
      </w:r>
    </w:p>
    <w:p w14:paraId="6A743604" w14:textId="42B8731A"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w:t>
      </w:r>
      <w:r w:rsidR="00914307">
        <w:rPr>
          <w:rFonts w:ascii="Corbel" w:hAnsi="Corbel"/>
          <w:sz w:val="20"/>
          <w:szCs w:val="20"/>
        </w:rPr>
        <w:t>19</w:t>
      </w:r>
      <w:r w:rsidR="00182C9E">
        <w:rPr>
          <w:rFonts w:ascii="Corbel" w:hAnsi="Corbel"/>
          <w:sz w:val="20"/>
          <w:szCs w:val="20"/>
        </w:rPr>
        <w:t>/202</w:t>
      </w:r>
      <w:r w:rsidR="00914307">
        <w:rPr>
          <w:rFonts w:ascii="Corbel" w:hAnsi="Corbel"/>
          <w:sz w:val="20"/>
          <w:szCs w:val="20"/>
        </w:rPr>
        <w:t>0</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1C7359C5">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41272D39" w:rsidR="0085747A" w:rsidRPr="009C54AE" w:rsidRDefault="0051286C" w:rsidP="00696BD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0085747A" w:rsidRPr="009C54AE" w14:paraId="506999EA" w14:textId="77777777" w:rsidTr="1C7359C5">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07140877" w:rsidR="0085747A" w:rsidRPr="009C54AE" w:rsidRDefault="0051286C" w:rsidP="009C54AE">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0085747A" w:rsidRPr="009C54AE" w14:paraId="4D7811D2" w14:textId="77777777" w:rsidTr="1C7359C5">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1C7359C5">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46E4BA9B" w:rsidR="0085747A" w:rsidRPr="009C54AE" w:rsidRDefault="00E567F0" w:rsidP="00696BD9">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1C470296" w14:textId="77777777" w:rsidTr="1C7359C5">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3A98AF76"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0085747A" w:rsidRPr="009C54AE" w14:paraId="0369B07B" w14:textId="77777777" w:rsidTr="1C7359C5">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9009870" w:rsidR="0085747A" w:rsidRPr="009C54AE" w:rsidRDefault="00AD2499" w:rsidP="00696BD9">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0085747A" w:rsidRPr="009C54AE" w14:paraId="2753A7D6" w14:textId="77777777" w:rsidTr="1C7359C5">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149E482E" w:rsidR="0085747A" w:rsidRPr="009C54AE" w:rsidRDefault="00626087" w:rsidP="009C54AE">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w:t>
            </w:r>
            <w:r w:rsidR="00C41B9B">
              <w:rPr>
                <w:rFonts w:ascii="Corbel" w:hAnsi="Corbel"/>
                <w:b w:val="0"/>
                <w:sz w:val="24"/>
                <w:szCs w:val="24"/>
              </w:rPr>
              <w:t>gólnoakademicki</w:t>
            </w:r>
            <w:proofErr w:type="spellEnd"/>
          </w:p>
        </w:tc>
      </w:tr>
      <w:tr w:rsidR="0085747A" w:rsidRPr="009C54AE" w14:paraId="3A39C6A1" w14:textId="77777777" w:rsidTr="1C7359C5">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2FD431A7" w:rsidR="0085747A" w:rsidRPr="009C54AE" w:rsidRDefault="00626087" w:rsidP="00E7383D">
            <w:pPr>
              <w:pStyle w:val="Odpowiedzi"/>
              <w:spacing w:before="100" w:beforeAutospacing="1" w:after="100" w:afterAutospacing="1"/>
              <w:rPr>
                <w:rFonts w:ascii="Corbel" w:hAnsi="Corbel"/>
                <w:b w:val="0"/>
                <w:sz w:val="24"/>
                <w:szCs w:val="24"/>
              </w:rPr>
            </w:pPr>
            <w:r>
              <w:rPr>
                <w:rFonts w:ascii="Corbel" w:hAnsi="Corbel"/>
                <w:b w:val="0"/>
                <w:sz w:val="24"/>
                <w:szCs w:val="24"/>
              </w:rPr>
              <w:t>S</w:t>
            </w:r>
            <w:r w:rsidR="00955F97">
              <w:rPr>
                <w:rFonts w:ascii="Corbel" w:hAnsi="Corbel"/>
                <w:b w:val="0"/>
                <w:sz w:val="24"/>
                <w:szCs w:val="24"/>
              </w:rPr>
              <w:t>tacjonarne</w:t>
            </w:r>
            <w:r w:rsidR="00C41B9B">
              <w:rPr>
                <w:rFonts w:ascii="Corbel" w:hAnsi="Corbel"/>
                <w:b w:val="0"/>
                <w:sz w:val="24"/>
                <w:szCs w:val="24"/>
              </w:rPr>
              <w:t xml:space="preserve"> </w:t>
            </w:r>
          </w:p>
        </w:tc>
      </w:tr>
      <w:tr w:rsidR="0085747A" w:rsidRPr="009C54AE" w14:paraId="007CF2B1" w14:textId="77777777" w:rsidTr="1C7359C5">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5E1F3A1D" w:rsidR="0085747A" w:rsidRPr="009C54AE" w:rsidRDefault="008962A4" w:rsidP="00445A73">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E446FB">
              <w:rPr>
                <w:rFonts w:ascii="Corbel" w:hAnsi="Corbel"/>
                <w:b w:val="0"/>
                <w:sz w:val="24"/>
                <w:szCs w:val="24"/>
              </w:rPr>
              <w:t>,2</w:t>
            </w:r>
          </w:p>
        </w:tc>
      </w:tr>
      <w:tr w:rsidR="0085747A" w:rsidRPr="009C54AE" w14:paraId="4F3F54D3" w14:textId="77777777" w:rsidTr="1C7359C5">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6E65E085"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00923D7D" w:rsidRPr="009C54AE" w14:paraId="5B7A417E" w14:textId="77777777" w:rsidTr="1C7359C5">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1C7359C5">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5D6F6C89" w:rsidR="0085747A" w:rsidRPr="009C54AE" w:rsidRDefault="00696BD9"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0085747A" w:rsidRPr="009C54AE" w14:paraId="57276881" w14:textId="77777777" w:rsidTr="1C7359C5">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0756F18C" w14:textId="77777777" w:rsidR="00E15F4A" w:rsidRDefault="005B40B9" w:rsidP="005B40B9">
            <w:pPr>
              <w:pStyle w:val="Pytania"/>
              <w:spacing w:after="0"/>
              <w:rPr>
                <w:rFonts w:ascii="Corbel" w:hAnsi="Corbel" w:cstheme="minorHAnsi"/>
                <w:sz w:val="24"/>
                <w:szCs w:val="24"/>
              </w:rPr>
            </w:pPr>
            <w:r w:rsidRPr="005B40B9">
              <w:rPr>
                <w:rFonts w:ascii="Corbel" w:hAnsi="Corbel" w:cstheme="minorHAnsi"/>
                <w:sz w:val="24"/>
                <w:szCs w:val="24"/>
              </w:rPr>
              <w:t>dr hab. Artur Kraus</w:t>
            </w:r>
            <w:r w:rsidR="00E15F4A">
              <w:rPr>
                <w:rFonts w:ascii="Corbel" w:hAnsi="Corbel" w:cstheme="minorHAnsi"/>
                <w:sz w:val="24"/>
                <w:szCs w:val="24"/>
              </w:rPr>
              <w:t>, prof. UR</w:t>
            </w:r>
            <w:r w:rsidRPr="005B40B9">
              <w:rPr>
                <w:rFonts w:ascii="Corbel" w:hAnsi="Corbel" w:cstheme="minorHAnsi"/>
                <w:sz w:val="24"/>
                <w:szCs w:val="24"/>
              </w:rPr>
              <w:t xml:space="preserve"> </w:t>
            </w:r>
          </w:p>
          <w:p w14:paraId="61C31779" w14:textId="333BE780" w:rsidR="005B40B9" w:rsidRPr="005B40B9" w:rsidRDefault="005B40B9" w:rsidP="005B40B9">
            <w:pPr>
              <w:pStyle w:val="Pytania"/>
              <w:spacing w:after="0"/>
              <w:rPr>
                <w:rFonts w:ascii="Corbel" w:hAnsi="Corbel" w:cstheme="minorHAnsi"/>
                <w:sz w:val="24"/>
                <w:szCs w:val="24"/>
              </w:rPr>
            </w:pPr>
            <w:r w:rsidRPr="005B40B9">
              <w:rPr>
                <w:rFonts w:ascii="Corbel" w:hAnsi="Corbel" w:cstheme="minorHAnsi"/>
                <w:sz w:val="24"/>
                <w:szCs w:val="24"/>
              </w:rPr>
              <w:t>dr hab. Roman Chorób</w:t>
            </w:r>
            <w:r w:rsidR="00E15F4A">
              <w:rPr>
                <w:rFonts w:ascii="Corbel" w:hAnsi="Corbel" w:cstheme="minorHAnsi"/>
                <w:sz w:val="24"/>
                <w:szCs w:val="24"/>
              </w:rPr>
              <w:t>, prof. UR</w:t>
            </w:r>
            <w:r w:rsidRPr="005B40B9">
              <w:rPr>
                <w:rFonts w:ascii="Corbel" w:hAnsi="Corbel" w:cstheme="minorHAnsi"/>
                <w:sz w:val="24"/>
                <w:szCs w:val="24"/>
              </w:rPr>
              <w:t xml:space="preserve"> </w:t>
            </w:r>
          </w:p>
          <w:p w14:paraId="4D77094E" w14:textId="220B6AE6" w:rsidR="0085747A" w:rsidRPr="00445A73" w:rsidRDefault="005B40B9" w:rsidP="1C7359C5">
            <w:pPr>
              <w:pStyle w:val="Pytania"/>
              <w:spacing w:before="0" w:after="0"/>
              <w:jc w:val="left"/>
              <w:rPr>
                <w:rFonts w:ascii="Corbel" w:hAnsi="Corbel" w:cstheme="minorBidi"/>
                <w:sz w:val="24"/>
                <w:szCs w:val="24"/>
              </w:rPr>
            </w:pPr>
            <w:r w:rsidRPr="1C7359C5">
              <w:rPr>
                <w:rFonts w:ascii="Corbel" w:hAnsi="Corbel" w:cstheme="minorBidi"/>
                <w:sz w:val="24"/>
                <w:szCs w:val="24"/>
              </w:rPr>
              <w:t>dr inż. Paweł Zawora</w:t>
            </w:r>
          </w:p>
          <w:p w14:paraId="5BCF38C5" w14:textId="67D8A6F6" w:rsidR="0085747A" w:rsidRPr="00445A73" w:rsidRDefault="3CD3BBCB" w:rsidP="1C7359C5">
            <w:pPr>
              <w:pStyle w:val="Pytania"/>
              <w:spacing w:before="0" w:after="0"/>
              <w:jc w:val="left"/>
              <w:rPr>
                <w:rFonts w:ascii="Corbel" w:hAnsi="Corbel" w:cstheme="minorBidi"/>
                <w:sz w:val="24"/>
                <w:szCs w:val="24"/>
              </w:rPr>
            </w:pPr>
            <w:r w:rsidRPr="1C7359C5">
              <w:rPr>
                <w:rFonts w:ascii="Corbel" w:hAnsi="Corbel" w:cstheme="minorBidi"/>
                <w:sz w:val="24"/>
                <w:szCs w:val="24"/>
              </w:rPr>
              <w:t>mgr inż. Ryszard Hall</w:t>
            </w:r>
          </w:p>
          <w:p w14:paraId="6B6685C9" w14:textId="0B38D5E5" w:rsidR="0085747A" w:rsidRPr="00445A73" w:rsidRDefault="3CD3BBCB" w:rsidP="1C7359C5">
            <w:pPr>
              <w:pStyle w:val="Pytania"/>
              <w:spacing w:before="0" w:after="0"/>
              <w:jc w:val="left"/>
              <w:rPr>
                <w:rFonts w:ascii="Corbel" w:hAnsi="Corbel" w:cstheme="minorBidi"/>
                <w:sz w:val="24"/>
                <w:szCs w:val="24"/>
              </w:rPr>
            </w:pPr>
            <w:r w:rsidRPr="1C7359C5">
              <w:rPr>
                <w:rFonts w:ascii="Corbel" w:hAnsi="Corbel" w:cstheme="minorBidi"/>
                <w:sz w:val="24"/>
                <w:szCs w:val="24"/>
              </w:rPr>
              <w:t>mgr inż. Konrad Drozd</w:t>
            </w:r>
          </w:p>
        </w:tc>
      </w:tr>
    </w:tbl>
    <w:p w14:paraId="1DE0F9B4" w14:textId="0F570C3E"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52B4DBAF">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52B4DBAF" w14:paraId="2ECDCBB7"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6D712AD" w14:textId="3164DD89" w:rsidR="52B4DBAF" w:rsidRDefault="52B4DBAF" w:rsidP="52B4DBAF">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240D4F42" w14:textId="77777777" w:rsidR="52B4DBAF" w:rsidRDefault="52B4DBAF" w:rsidP="52B4DBAF">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814307" w14:textId="3F90C253" w:rsidR="52B4DBAF" w:rsidRDefault="52B4DBAF" w:rsidP="52B4DBA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E4B05C1" w14:textId="77777777" w:rsidR="52B4DBAF" w:rsidRDefault="52B4DBAF" w:rsidP="52B4DBAF">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E73533" w14:textId="0FE8EF04" w:rsidR="52B4DBAF" w:rsidRDefault="52B4DBAF" w:rsidP="52B4DBAF">
            <w:pPr>
              <w:pStyle w:val="centralniewrubryce"/>
              <w:spacing w:before="0" w:after="0"/>
              <w:rPr>
                <w:rFonts w:ascii="Corbel" w:hAnsi="Corbel"/>
                <w:sz w:val="24"/>
                <w:szCs w:val="24"/>
              </w:rPr>
            </w:pPr>
            <w:r w:rsidRPr="52B4DBAF">
              <w:rPr>
                <w:rFonts w:ascii="Corbel" w:hAnsi="Corbel"/>
                <w:sz w:val="24"/>
                <w:szCs w:val="24"/>
              </w:rPr>
              <w:t>30</w:t>
            </w:r>
          </w:p>
        </w:tc>
        <w:tc>
          <w:tcPr>
            <w:tcW w:w="821" w:type="dxa"/>
            <w:tcBorders>
              <w:top w:val="single" w:sz="4" w:space="0" w:color="auto"/>
              <w:left w:val="single" w:sz="4" w:space="0" w:color="auto"/>
              <w:bottom w:val="single" w:sz="4" w:space="0" w:color="auto"/>
              <w:right w:val="single" w:sz="4" w:space="0" w:color="auto"/>
            </w:tcBorders>
            <w:vAlign w:val="center"/>
          </w:tcPr>
          <w:p w14:paraId="0FBF62F6" w14:textId="77777777" w:rsidR="52B4DBAF" w:rsidRDefault="52B4DBAF" w:rsidP="52B4DBAF">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30A7CF6" w14:textId="77777777" w:rsidR="52B4DBAF" w:rsidRDefault="52B4DBAF" w:rsidP="52B4DBAF">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93A7A38" w14:textId="77777777" w:rsidR="52B4DBAF" w:rsidRDefault="52B4DBAF" w:rsidP="52B4DBAF">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9719897" w14:textId="77777777" w:rsidR="52B4DBAF" w:rsidRDefault="52B4DBAF" w:rsidP="52B4DBAF">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BCA00E6" w14:textId="59A20919" w:rsidR="52B4DBAF" w:rsidRDefault="52B4DBAF" w:rsidP="52B4DBAF">
            <w:pPr>
              <w:pStyle w:val="centralniewrubryce"/>
              <w:spacing w:before="0" w:after="0"/>
              <w:rPr>
                <w:rFonts w:ascii="Corbel" w:hAnsi="Corbel"/>
                <w:sz w:val="24"/>
                <w:szCs w:val="24"/>
              </w:rPr>
            </w:pPr>
            <w:r w:rsidRPr="52B4DBAF">
              <w:rPr>
                <w:rFonts w:ascii="Corbel" w:hAnsi="Corbel"/>
                <w:sz w:val="24"/>
                <w:szCs w:val="24"/>
              </w:rPr>
              <w:t>4</w:t>
            </w:r>
          </w:p>
        </w:tc>
      </w:tr>
      <w:tr w:rsidR="005428E2" w:rsidRPr="009C54AE" w14:paraId="174E29BA"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41E6142" w14:textId="1E3A73A9" w:rsidR="005428E2" w:rsidRPr="00C65AB9" w:rsidRDefault="56094BCE" w:rsidP="005428E2">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77777777" w:rsidR="005428E2" w:rsidRPr="00C65AB9" w:rsidRDefault="005428E2" w:rsidP="005428E2">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3F90C253" w:rsidR="005428E2" w:rsidRPr="00C65AB9" w:rsidRDefault="005428E2" w:rsidP="005428E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5428E2" w:rsidRPr="00C65AB9" w:rsidRDefault="005428E2" w:rsidP="005428E2">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0FE8EF04" w:rsidR="005428E2" w:rsidRPr="00C65AB9" w:rsidRDefault="00376743" w:rsidP="005428E2">
            <w:pPr>
              <w:pStyle w:val="centralniewrubryce"/>
              <w:spacing w:before="0" w:after="0"/>
              <w:rPr>
                <w:rFonts w:ascii="Corbel" w:hAnsi="Corbel"/>
                <w:sz w:val="24"/>
                <w:szCs w:val="24"/>
              </w:rPr>
            </w:pPr>
            <w:r>
              <w:rPr>
                <w:rFonts w:ascii="Corbel" w:hAnsi="Corbel"/>
                <w:sz w:val="24"/>
                <w:szCs w:val="24"/>
              </w:rPr>
              <w:t>30</w:t>
            </w: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5428E2" w:rsidRPr="00C65AB9" w:rsidRDefault="005428E2" w:rsidP="005428E2">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5428E2" w:rsidRPr="00C65AB9" w:rsidRDefault="005428E2" w:rsidP="005428E2">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5428E2" w:rsidRPr="00C65AB9" w:rsidRDefault="005428E2" w:rsidP="005428E2">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5428E2" w:rsidRPr="00C65AB9" w:rsidRDefault="005428E2" w:rsidP="005428E2">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59A20919" w:rsidR="005428E2" w:rsidRPr="00C65AB9" w:rsidRDefault="00CF561E" w:rsidP="005428E2">
            <w:pPr>
              <w:pStyle w:val="centralniewrubryce"/>
              <w:spacing w:before="0" w:after="0"/>
              <w:rPr>
                <w:rFonts w:ascii="Corbel" w:hAnsi="Corbel"/>
                <w:sz w:val="24"/>
                <w:szCs w:val="24"/>
              </w:rPr>
            </w:pPr>
            <w:r>
              <w:rPr>
                <w:rFonts w:ascii="Corbel" w:hAnsi="Corbel"/>
                <w:sz w:val="24"/>
                <w:szCs w:val="24"/>
              </w:rPr>
              <w:t>4</w:t>
            </w:r>
          </w:p>
        </w:tc>
      </w:tr>
    </w:tbl>
    <w:p w14:paraId="0A293830" w14:textId="0219F17A"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CFBC07" w14:textId="5C458C4E" w:rsidR="00C7257C" w:rsidRDefault="00C7257C" w:rsidP="00C7257C">
      <w:pPr>
        <w:pStyle w:val="paragraph"/>
        <w:spacing w:before="0" w:beforeAutospacing="0" w:after="0" w:afterAutospacing="0"/>
        <w:ind w:left="426"/>
        <w:textAlignment w:val="baseline"/>
        <w:rPr>
          <w:rFonts w:ascii="Corbel" w:hAnsi="Corbel" w:cs="Segoe UI"/>
          <w:b/>
          <w:bCs/>
          <w:smallCaps/>
        </w:rPr>
      </w:pPr>
      <w:bookmarkStart w:id="0" w:name="_Hlk58255844"/>
      <w:r>
        <w:rPr>
          <w:rStyle w:val="normaltextrun"/>
          <w:rFonts w:ascii="Wingdings" w:eastAsia="Wingdings" w:hAnsi="Wingdings" w:cs="Wingdings"/>
        </w:rPr>
        <w:t>þ</w:t>
      </w:r>
      <w:r>
        <w:rPr>
          <w:rStyle w:val="normaltextrun"/>
          <w:rFonts w:ascii="Corbel" w:hAnsi="Corbel" w:cs="Segoe UI"/>
        </w:rPr>
        <w:t> </w:t>
      </w:r>
      <w:r>
        <w:rPr>
          <w:rFonts w:ascii="Corbel" w:hAnsi="Corbel"/>
        </w:rPr>
        <w:t>zajęcia w formie tradycyjnej</w:t>
      </w:r>
    </w:p>
    <w:p w14:paraId="7DF85D57" w14:textId="7651B725" w:rsidR="0085747A" w:rsidRPr="00C7257C" w:rsidRDefault="00C7257C" w:rsidP="00C7257C">
      <w:pPr>
        <w:pStyle w:val="Punktygwne"/>
        <w:spacing w:before="0" w:after="0"/>
        <w:ind w:left="426"/>
        <w:rPr>
          <w:rStyle w:val="eop"/>
          <w:rFonts w:ascii="Corbel" w:hAnsi="Corbel" w:cs="Segoe UI"/>
          <w:b w:val="0"/>
          <w:bCs/>
          <w:smallCaps w:val="0"/>
          <w:szCs w:val="24"/>
        </w:rPr>
      </w:pPr>
      <w:r w:rsidRPr="00C7257C">
        <w:rPr>
          <w:rStyle w:val="normaltextrun"/>
          <w:rFonts w:ascii="Segoe UI Symbol" w:eastAsia="MS Gothic" w:hAnsi="Segoe UI Symbol"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0"/>
    </w:p>
    <w:p w14:paraId="37EBF171" w14:textId="77777777" w:rsidR="00C7257C" w:rsidRPr="009C54AE" w:rsidRDefault="00C7257C" w:rsidP="00C7257C">
      <w:pPr>
        <w:pStyle w:val="Punktygwne"/>
        <w:spacing w:before="0" w:after="0"/>
        <w:rPr>
          <w:rFonts w:ascii="Corbel" w:hAnsi="Corbel"/>
          <w:smallCaps w:val="0"/>
          <w:szCs w:val="24"/>
        </w:rPr>
      </w:pPr>
    </w:p>
    <w:p w14:paraId="3C21D402" w14:textId="640F6590"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14:paraId="78CF1EE0" w14:textId="04F1EE04" w:rsidR="009C54AE" w:rsidRDefault="00626087" w:rsidP="009C54AE">
      <w:pPr>
        <w:pStyle w:val="Punktygwne"/>
        <w:spacing w:before="0" w:after="0"/>
        <w:rPr>
          <w:rFonts w:ascii="Corbel" w:hAnsi="Corbel"/>
          <w:b w:val="0"/>
          <w:szCs w:val="24"/>
        </w:rPr>
      </w:pPr>
      <w:r>
        <w:rPr>
          <w:rFonts w:ascii="Corbel" w:hAnsi="Corbel"/>
          <w:b w:val="0"/>
          <w:smallCaps w:val="0"/>
          <w:szCs w:val="24"/>
        </w:rPr>
        <w:t>zaliczenie z oceną</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6A82388A" w14:textId="0ABDF52B" w:rsidR="0085747A" w:rsidRPr="009C54AE" w:rsidRDefault="00194F11" w:rsidP="009C54AE">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14:paraId="20BFFC4C" w14:textId="77777777" w:rsidR="0085747A" w:rsidRPr="009C54AE" w:rsidRDefault="0085747A" w:rsidP="009C54AE">
            <w:pPr>
              <w:pStyle w:val="Punktygwne"/>
              <w:spacing w:before="40" w:after="40"/>
              <w:rPr>
                <w:rFonts w:ascii="Corbel" w:hAnsi="Corbel"/>
                <w:b w:val="0"/>
                <w:smallCaps w:val="0"/>
                <w:color w:val="000000"/>
                <w:szCs w:val="24"/>
              </w:rPr>
            </w:pP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94F11" w:rsidRPr="009C54AE" w14:paraId="1D38D5E6" w14:textId="77777777" w:rsidTr="00194F11">
        <w:tc>
          <w:tcPr>
            <w:tcW w:w="845" w:type="dxa"/>
            <w:vAlign w:val="center"/>
          </w:tcPr>
          <w:p w14:paraId="4B62A855" w14:textId="248BE5CF"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14:paraId="22E09820" w14:textId="0321F397"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00194F11" w:rsidRPr="009C54AE" w14:paraId="2547E272" w14:textId="77777777" w:rsidTr="00194F11">
        <w:tc>
          <w:tcPr>
            <w:tcW w:w="845" w:type="dxa"/>
            <w:vAlign w:val="center"/>
          </w:tcPr>
          <w:p w14:paraId="28729CF7" w14:textId="0655BA7D"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14:paraId="4FFC835A" w14:textId="1A77F760"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59CE81C3">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747C1" w:rsidRPr="009C54AE" w14:paraId="1D9B3472" w14:textId="77777777" w:rsidTr="59CE81C3">
        <w:tc>
          <w:tcPr>
            <w:tcW w:w="1681" w:type="dxa"/>
          </w:tcPr>
          <w:p w14:paraId="19D959A3" w14:textId="7BB5E6E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14:paraId="42507C22" w14:textId="0C6909F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14:paraId="7062D515"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Pr>
                <w:rFonts w:ascii="Corbel" w:eastAsia="Times New Roman" w:hAnsi="Corbel" w:cstheme="minorHAnsi"/>
                <w:b w:val="0"/>
                <w:smallCaps w:val="0"/>
                <w:szCs w:val="24"/>
                <w:lang w:eastAsia="pl-PL"/>
              </w:rPr>
              <w:t>K_W04</w:t>
            </w:r>
          </w:p>
          <w:p w14:paraId="24B70DDA" w14:textId="1A956AD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K_W09</w:t>
            </w:r>
          </w:p>
        </w:tc>
      </w:tr>
      <w:tr w:rsidR="009747C1" w:rsidRPr="009C54AE" w14:paraId="2FAE894A" w14:textId="77777777" w:rsidTr="59CE81C3">
        <w:tc>
          <w:tcPr>
            <w:tcW w:w="1681" w:type="dxa"/>
          </w:tcPr>
          <w:p w14:paraId="48E5C6E7" w14:textId="7EC1D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14:paraId="320C6502" w14:textId="38B5E88A" w:rsidR="009747C1" w:rsidRPr="009C54AE" w:rsidRDefault="178FA08A" w:rsidP="59CE81C3">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14:paraId="40D5D7E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K_U02</w:t>
            </w:r>
          </w:p>
          <w:p w14:paraId="66C783D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w:t>
            </w:r>
            <w:r>
              <w:rPr>
                <w:rFonts w:ascii="Corbel" w:eastAsia="Times New Roman" w:hAnsi="Corbel"/>
                <w:b w:val="0"/>
                <w:smallCaps w:val="0"/>
                <w:szCs w:val="24"/>
                <w:lang w:eastAsia="pl-PL"/>
              </w:rPr>
              <w:t>4</w:t>
            </w:r>
          </w:p>
          <w:p w14:paraId="208BD672" w14:textId="3820BB15" w:rsidR="009747C1" w:rsidRPr="008B3A47" w:rsidRDefault="009747C1" w:rsidP="59CE81C3">
            <w:pPr>
              <w:pStyle w:val="Punktygwne"/>
              <w:spacing w:before="0" w:after="0"/>
              <w:jc w:val="center"/>
              <w:rPr>
                <w:rFonts w:ascii="Corbel" w:eastAsia="Times New Roman" w:hAnsi="Corbel"/>
                <w:b w:val="0"/>
                <w:smallCaps w:val="0"/>
                <w:lang w:eastAsia="pl-PL"/>
              </w:rPr>
            </w:pPr>
          </w:p>
        </w:tc>
      </w:tr>
      <w:tr w:rsidR="009747C1" w:rsidRPr="009C54AE" w14:paraId="48B116A6" w14:textId="77777777" w:rsidTr="59CE81C3">
        <w:tc>
          <w:tcPr>
            <w:tcW w:w="1681" w:type="dxa"/>
          </w:tcPr>
          <w:p w14:paraId="55D5A65C" w14:textId="2F3F5A62"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14:paraId="005C0665" w14:textId="0CFAC2DE"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14:paraId="02B8CC31"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K_U08</w:t>
            </w:r>
          </w:p>
          <w:p w14:paraId="656E048A" w14:textId="3344FD04" w:rsidR="009747C1" w:rsidRPr="008B3A47" w:rsidRDefault="009747C1" w:rsidP="59CE81C3">
            <w:pPr>
              <w:pStyle w:val="Punktygwne"/>
              <w:spacing w:before="0" w:after="0"/>
              <w:jc w:val="center"/>
              <w:rPr>
                <w:rFonts w:ascii="Corbel" w:eastAsia="Times New Roman" w:hAnsi="Corbel" w:cstheme="minorBidi"/>
                <w:b w:val="0"/>
                <w:smallCaps w:val="0"/>
                <w:lang w:eastAsia="pl-PL"/>
              </w:rPr>
            </w:pPr>
          </w:p>
        </w:tc>
      </w:tr>
      <w:tr w:rsidR="009747C1" w:rsidRPr="009C54AE" w14:paraId="32BADA47" w14:textId="77777777" w:rsidTr="59CE81C3">
        <w:tc>
          <w:tcPr>
            <w:tcW w:w="1681" w:type="dxa"/>
          </w:tcPr>
          <w:p w14:paraId="4CBEB17A" w14:textId="5D0A4ECC"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14:paraId="4AAB609F" w14:textId="47C84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14:paraId="2BA6A2A8" w14:textId="3843D7B7"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11B36">
              <w:rPr>
                <w:rFonts w:ascii="Corbel" w:eastAsia="Times New Roman" w:hAnsi="Corbel"/>
                <w:b w:val="0"/>
                <w:smallCaps w:val="0"/>
                <w:szCs w:val="24"/>
                <w:lang w:eastAsia="pl-PL"/>
              </w:rPr>
              <w:t>K_U</w:t>
            </w:r>
            <w:r>
              <w:rPr>
                <w:rFonts w:ascii="Corbel" w:eastAsia="Times New Roman" w:hAnsi="Corbel"/>
                <w:b w:val="0"/>
                <w:smallCaps w:val="0"/>
                <w:szCs w:val="24"/>
                <w:lang w:eastAsia="pl-PL"/>
              </w:rPr>
              <w:t>06</w:t>
            </w:r>
          </w:p>
        </w:tc>
      </w:tr>
      <w:tr w:rsidR="009747C1" w:rsidRPr="009C54AE" w14:paraId="27CE986A" w14:textId="77777777" w:rsidTr="59CE81C3">
        <w:tc>
          <w:tcPr>
            <w:tcW w:w="1681" w:type="dxa"/>
          </w:tcPr>
          <w:p w14:paraId="28B6DCF9" w14:textId="3BB9F339"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14:paraId="0A4808E4" w14:textId="67B4ADF1"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14:paraId="1D7F6B16"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K_K02</w:t>
            </w:r>
          </w:p>
          <w:p w14:paraId="0889C170" w14:textId="3C3BF00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w:t>
            </w:r>
            <w:r>
              <w:rPr>
                <w:rFonts w:ascii="Corbel" w:eastAsia="Times New Roman" w:hAnsi="Corbel" w:cstheme="minorHAnsi"/>
                <w:b w:val="0"/>
                <w:smallCaps w:val="0"/>
                <w:szCs w:val="24"/>
                <w:lang w:eastAsia="pl-PL"/>
              </w:rPr>
              <w:t>1</w:t>
            </w:r>
          </w:p>
        </w:tc>
      </w:tr>
    </w:tbl>
    <w:p w14:paraId="4554A810" w14:textId="77777777" w:rsidR="0085747A" w:rsidRPr="009C54AE" w:rsidRDefault="0085747A" w:rsidP="009C54AE">
      <w:pPr>
        <w:pStyle w:val="Punktygwne"/>
        <w:spacing w:before="0" w:after="0"/>
        <w:rPr>
          <w:rFonts w:ascii="Corbel" w:hAnsi="Corbel"/>
          <w:b w:val="0"/>
          <w:szCs w:val="24"/>
        </w:rPr>
      </w:pPr>
    </w:p>
    <w:p w14:paraId="5BC05895" w14:textId="77777777" w:rsidR="0085747A" w:rsidRPr="009C54AE" w:rsidRDefault="00675843" w:rsidP="2DED11C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0085747A" w:rsidRPr="2DED11C7">
        <w:rPr>
          <w:rFonts w:ascii="Corbel" w:hAnsi="Corbel"/>
          <w:b/>
          <w:bCs/>
          <w:sz w:val="24"/>
          <w:szCs w:val="24"/>
        </w:rPr>
        <w:t>T</w:t>
      </w:r>
      <w:r w:rsidR="001D7B54" w:rsidRPr="2DED11C7">
        <w:rPr>
          <w:rFonts w:ascii="Corbel" w:hAnsi="Corbel"/>
          <w:b/>
          <w:bCs/>
          <w:sz w:val="24"/>
          <w:szCs w:val="24"/>
        </w:rPr>
        <w:t xml:space="preserve">reści programowe </w:t>
      </w:r>
    </w:p>
    <w:p w14:paraId="5EAC8094" w14:textId="7C7C8092" w:rsidR="1D1BF1E2" w:rsidRDefault="1D1BF1E2" w:rsidP="2DED11C7">
      <w:pPr>
        <w:jc w:val="both"/>
        <w:rPr>
          <w:rFonts w:ascii="Corbel" w:eastAsia="Corbel" w:hAnsi="Corbel" w:cs="Corbel"/>
          <w:b/>
          <w:bCs/>
          <w:sz w:val="24"/>
          <w:szCs w:val="24"/>
        </w:rPr>
      </w:pPr>
      <w:r w:rsidRPr="2DED11C7">
        <w:rPr>
          <w:rFonts w:ascii="Corbel" w:eastAsia="Corbel" w:hAnsi="Corbel" w:cs="Corbel"/>
          <w:b/>
          <w:bCs/>
          <w:sz w:val="24"/>
          <w:szCs w:val="24"/>
        </w:rPr>
        <w:t xml:space="preserve">SEMESTR  </w:t>
      </w:r>
      <w:r w:rsidR="4BE86DAA" w:rsidRPr="2DED11C7">
        <w:rPr>
          <w:rFonts w:ascii="Corbel" w:eastAsia="Corbel" w:hAnsi="Corbel" w:cs="Corbel"/>
          <w:b/>
          <w:bCs/>
          <w:sz w:val="24"/>
          <w:szCs w:val="24"/>
        </w:rPr>
        <w:t>1</w:t>
      </w:r>
    </w:p>
    <w:p w14:paraId="464989C7" w14:textId="77777777" w:rsidR="0085747A" w:rsidRPr="009C54AE" w:rsidRDefault="0085747A" w:rsidP="009C54AE">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009F4610" w:rsidRPr="2DED11C7">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6"/>
      </w:tblGrid>
      <w:tr w:rsidR="0085747A" w:rsidRPr="009C54AE" w14:paraId="2F5B3963" w14:textId="77777777" w:rsidTr="2DED11C7">
        <w:trPr>
          <w:gridAfter w:val="1"/>
          <w:wAfter w:w="6" w:type="dxa"/>
        </w:trPr>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445A73" w:rsidRPr="007D5962" w14:paraId="147B47D7" w14:textId="77777777" w:rsidTr="2DED11C7">
        <w:trPr>
          <w:trHeight w:val="926"/>
        </w:trPr>
        <w:tc>
          <w:tcPr>
            <w:tcW w:w="9526" w:type="dxa"/>
            <w:gridSpan w:val="2"/>
          </w:tcPr>
          <w:p w14:paraId="54E5A47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14:paraId="08E2BCF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14:paraId="7D7782B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14:paraId="6CDE17B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14:paraId="1F40D01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00445A73" w:rsidRPr="007D5962" w14:paraId="1EFB0BC8" w14:textId="77777777" w:rsidTr="2DED11C7">
        <w:tc>
          <w:tcPr>
            <w:tcW w:w="9526" w:type="dxa"/>
            <w:gridSpan w:val="2"/>
            <w:tcBorders>
              <w:bottom w:val="single" w:sz="4" w:space="0" w:color="auto"/>
            </w:tcBorders>
          </w:tcPr>
          <w:p w14:paraId="587FBBE6"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lastRenderedPageBreak/>
              <w:t>Analiza i prezentacja danych przy pomocy arkusza kalkulacyjnego MS Excel:</w:t>
            </w:r>
          </w:p>
          <w:p w14:paraId="37585A9F"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t>– zarzą</w:t>
            </w:r>
            <w:r w:rsidRPr="007D5962">
              <w:rPr>
                <w:rFonts w:ascii="Corbel" w:hAnsi="Corbel" w:cstheme="minorHAnsi"/>
                <w:sz w:val="24"/>
                <w:szCs w:val="24"/>
              </w:rPr>
              <w:t>dzanie podstawowymi obiektami skoroszytu oraz ich formatowanie, ochrona danych w arkuszu,</w:t>
            </w:r>
          </w:p>
          <w:p w14:paraId="53994719"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14:paraId="3A4972E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14:paraId="2ECA0C8B"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14:paraId="184FF74E"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14:paraId="4ECF37C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14:paraId="7E9B182A"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14:paraId="1B682EE0" w14:textId="07DF75A4" w:rsidR="30360DE2" w:rsidRDefault="30360DE2" w:rsidP="2DED11C7">
      <w:pPr>
        <w:jc w:val="both"/>
      </w:pPr>
      <w:r w:rsidRPr="2DED11C7">
        <w:rPr>
          <w:rFonts w:ascii="Corbel" w:eastAsia="Corbel" w:hAnsi="Corbel" w:cs="Corbel"/>
          <w:b/>
          <w:bCs/>
          <w:sz w:val="24"/>
          <w:szCs w:val="24"/>
        </w:rPr>
        <w:t xml:space="preserve">SEMESTR  </w:t>
      </w:r>
      <w:r w:rsidR="2C81C7C6" w:rsidRPr="2DED11C7">
        <w:rPr>
          <w:rFonts w:ascii="Corbel" w:eastAsia="Corbel" w:hAnsi="Corbel" w:cs="Corbel"/>
          <w:b/>
          <w:bCs/>
          <w:sz w:val="24"/>
          <w:szCs w:val="24"/>
        </w:rPr>
        <w:t>2</w:t>
      </w:r>
    </w:p>
    <w:p w14:paraId="1FE57D65" w14:textId="7800533A" w:rsidR="30360DE2" w:rsidRDefault="30360DE2" w:rsidP="2DED11C7">
      <w:pPr>
        <w:pStyle w:val="Akapitzlist"/>
        <w:numPr>
          <w:ilvl w:val="0"/>
          <w:numId w:val="1"/>
        </w:numPr>
        <w:spacing w:line="240" w:lineRule="auto"/>
        <w:jc w:val="both"/>
        <w:rPr>
          <w:rFonts w:ascii="Corbel" w:eastAsia="Corbel" w:hAnsi="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2DED11C7" w14:paraId="7AB28D34" w14:textId="77777777" w:rsidTr="2DED11C7">
        <w:tc>
          <w:tcPr>
            <w:tcW w:w="9628" w:type="dxa"/>
          </w:tcPr>
          <w:p w14:paraId="34F4336A" w14:textId="77777777" w:rsidR="2DED11C7" w:rsidRDefault="2DED11C7" w:rsidP="2DED11C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14:paraId="27722B0B" w14:textId="77777777" w:rsidTr="2DED11C7">
        <w:trPr>
          <w:trHeight w:val="926"/>
        </w:trPr>
        <w:tc>
          <w:tcPr>
            <w:tcW w:w="9628" w:type="dxa"/>
          </w:tcPr>
          <w:p w14:paraId="024E0C2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14:paraId="6BD45084"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14:paraId="412FE64E"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14:paraId="2564E401"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14:paraId="13FDA642"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14:paraId="05D71B0F"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14:paraId="15DFF639"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14:paraId="4C4F754A"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14:paraId="247C4045" w14:textId="77777777" w:rsidTr="2DED11C7">
        <w:tc>
          <w:tcPr>
            <w:tcW w:w="9628" w:type="dxa"/>
          </w:tcPr>
          <w:p w14:paraId="4C18A6E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14:paraId="1985067F"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bazy danych i ich rodzaje,</w:t>
            </w:r>
          </w:p>
          <w:p w14:paraId="6C8E24B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etapy tworzenia bazy danych,</w:t>
            </w:r>
          </w:p>
          <w:p w14:paraId="378A123B"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14:paraId="1EB98E1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14:paraId="786E921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14:paraId="61162AAD" w14:textId="77777777" w:rsidTr="2DED11C7">
        <w:tc>
          <w:tcPr>
            <w:tcW w:w="9628" w:type="dxa"/>
            <w:tcBorders>
              <w:top w:val="single" w:sz="4" w:space="0" w:color="auto"/>
              <w:left w:val="single" w:sz="4" w:space="0" w:color="auto"/>
              <w:bottom w:val="single" w:sz="4" w:space="0" w:color="auto"/>
              <w:right w:val="single" w:sz="4" w:space="0" w:color="auto"/>
            </w:tcBorders>
          </w:tcPr>
          <w:p w14:paraId="6F810F47"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Korzystanie z sieci i usług internetowych:</w:t>
            </w:r>
          </w:p>
          <w:p w14:paraId="01C7991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14:paraId="5365EE75"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14:paraId="30971ECC"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14:paraId="0231A1C9" w14:textId="44E61ECC" w:rsidR="2DED11C7" w:rsidRDefault="2DED11C7" w:rsidP="2DED11C7">
      <w:pPr>
        <w:pStyle w:val="Punktygwne"/>
        <w:spacing w:before="0" w:after="0"/>
        <w:ind w:left="426"/>
        <w:rPr>
          <w:rFonts w:ascii="Corbel" w:hAnsi="Corbel"/>
          <w:smallCaps w:val="0"/>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77777777" w:rsidR="0085747A" w:rsidRPr="009C54AE" w:rsidRDefault="0085747A" w:rsidP="009C54AE">
      <w:pPr>
        <w:pStyle w:val="Punktygwne"/>
        <w:spacing w:before="0" w:after="0"/>
        <w:rPr>
          <w:rFonts w:ascii="Corbel" w:hAnsi="Corbel"/>
          <w:b w:val="0"/>
          <w:smallCaps w:val="0"/>
          <w:szCs w:val="24"/>
        </w:rPr>
      </w:pPr>
    </w:p>
    <w:p w14:paraId="52D5BCDD" w14:textId="36F15ECD" w:rsidR="0085747A" w:rsidRPr="00AD2499" w:rsidRDefault="00445A73" w:rsidP="009C54AE">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14:paraId="64CEA773" w14:textId="77777777" w:rsidR="00445A73" w:rsidRPr="009C54AE" w:rsidRDefault="00445A73" w:rsidP="009C54AE">
      <w:pPr>
        <w:pStyle w:val="Punktygwne"/>
        <w:spacing w:before="0" w:after="0"/>
        <w:rPr>
          <w:rFonts w:ascii="Corbel" w:hAnsi="Corbel"/>
          <w:b w:val="0"/>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59CE81C3">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445A73" w:rsidRPr="009C54AE" w14:paraId="5FC256E6" w14:textId="77777777" w:rsidTr="59CE81C3">
        <w:tc>
          <w:tcPr>
            <w:tcW w:w="1962" w:type="dxa"/>
          </w:tcPr>
          <w:p w14:paraId="1B521E17" w14:textId="0D93B9FF"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14:paraId="38591A5E" w14:textId="58D06B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udzielanych odpowiedzi w trakcie rozwiązywania przykładów, kolokwium</w:t>
            </w:r>
            <w:r w:rsidR="2F6B3F19" w:rsidRPr="59CE81C3">
              <w:rPr>
                <w:rFonts w:ascii="Corbel" w:eastAsia="Times New Roman" w:hAnsi="Corbel" w:cstheme="minorBidi"/>
                <w:b w:val="0"/>
                <w:smallCaps w:val="0"/>
                <w:lang w:eastAsia="pl-PL"/>
              </w:rPr>
              <w:t>/projekt</w:t>
            </w:r>
          </w:p>
        </w:tc>
        <w:tc>
          <w:tcPr>
            <w:tcW w:w="2117" w:type="dxa"/>
          </w:tcPr>
          <w:p w14:paraId="4D5562F6" w14:textId="382B8CED"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2D84DE03" w14:textId="77777777" w:rsidTr="59CE81C3">
        <w:tc>
          <w:tcPr>
            <w:tcW w:w="1962" w:type="dxa"/>
          </w:tcPr>
          <w:p w14:paraId="3D8CA619" w14:textId="32F057CB"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14:paraId="57CCE02D" w14:textId="500B78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udzielanych odpowiedzi w trakcie rozwiązywania przykładów, </w:t>
            </w:r>
            <w:r w:rsidR="6E671C6C" w:rsidRPr="59CE81C3">
              <w:rPr>
                <w:rFonts w:ascii="Corbel" w:eastAsia="Times New Roman" w:hAnsi="Corbel" w:cstheme="minorBidi"/>
                <w:b w:val="0"/>
                <w:smallCaps w:val="0"/>
                <w:lang w:eastAsia="pl-PL"/>
              </w:rPr>
              <w:t>kolokwium/projekt</w:t>
            </w:r>
          </w:p>
        </w:tc>
        <w:tc>
          <w:tcPr>
            <w:tcW w:w="2117" w:type="dxa"/>
          </w:tcPr>
          <w:p w14:paraId="69C1090B" w14:textId="6986C128"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03B8D443" w14:textId="77777777" w:rsidTr="59CE81C3">
        <w:tc>
          <w:tcPr>
            <w:tcW w:w="1962" w:type="dxa"/>
          </w:tcPr>
          <w:p w14:paraId="4F8A6C6D" w14:textId="3590B63C"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14:paraId="0C6E7E52" w14:textId="75544768"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umiejętności rozwiązywania przykładów, </w:t>
            </w:r>
            <w:r w:rsidR="77F51131" w:rsidRPr="59CE81C3">
              <w:rPr>
                <w:rFonts w:ascii="Corbel" w:eastAsia="Times New Roman" w:hAnsi="Corbel" w:cstheme="minorBidi"/>
                <w:b w:val="0"/>
                <w:smallCaps w:val="0"/>
                <w:lang w:eastAsia="pl-PL"/>
              </w:rPr>
              <w:t>kolokwium/projekt</w:t>
            </w:r>
          </w:p>
        </w:tc>
        <w:tc>
          <w:tcPr>
            <w:tcW w:w="2117" w:type="dxa"/>
          </w:tcPr>
          <w:p w14:paraId="05F0D8C6" w14:textId="3145881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2A8B1270" w14:textId="77777777" w:rsidTr="59CE81C3">
        <w:tc>
          <w:tcPr>
            <w:tcW w:w="1962" w:type="dxa"/>
          </w:tcPr>
          <w:p w14:paraId="3E00923E" w14:textId="75D88EC9"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14:paraId="36F72931" w14:textId="57A08AED"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umiejętności rozwiązywania przykładów,</w:t>
            </w:r>
            <w:r w:rsidR="762BBC65" w:rsidRPr="59CE81C3">
              <w:rPr>
                <w:rFonts w:ascii="Corbel" w:eastAsia="Times New Roman" w:hAnsi="Corbel" w:cstheme="minorBidi"/>
                <w:b w:val="0"/>
                <w:smallCaps w:val="0"/>
                <w:lang w:eastAsia="pl-PL"/>
              </w:rPr>
              <w:t xml:space="preserve"> kolokwium/projekt</w:t>
            </w:r>
          </w:p>
        </w:tc>
        <w:tc>
          <w:tcPr>
            <w:tcW w:w="2117" w:type="dxa"/>
          </w:tcPr>
          <w:p w14:paraId="42F42061" w14:textId="62E4248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654C46EB" w14:textId="77777777" w:rsidTr="59CE81C3">
        <w:tc>
          <w:tcPr>
            <w:tcW w:w="1962" w:type="dxa"/>
          </w:tcPr>
          <w:p w14:paraId="7258FFF6" w14:textId="3A4992D8" w:rsidR="00445A73" w:rsidRPr="007D5962" w:rsidRDefault="00445A73" w:rsidP="00445A73">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14:paraId="5B6080CB" w14:textId="180C7B78" w:rsidR="00445A73" w:rsidRPr="007D5962" w:rsidRDefault="00445A73" w:rsidP="59CE81C3">
            <w:pPr>
              <w:pStyle w:val="Punktygwne"/>
              <w:spacing w:before="0" w:after="0"/>
              <w:rPr>
                <w:rFonts w:ascii="Corbel" w:hAnsi="Corbel"/>
                <w:b w:val="0"/>
                <w:strike/>
                <w:lang w:eastAsia="pl-PL"/>
              </w:rPr>
            </w:pPr>
            <w:r w:rsidRPr="59CE81C3">
              <w:rPr>
                <w:rFonts w:ascii="Corbel" w:eastAsia="Times New Roman" w:hAnsi="Corbel" w:cstheme="minorBidi"/>
                <w:b w:val="0"/>
                <w:smallCaps w:val="0"/>
                <w:lang w:eastAsia="pl-PL"/>
              </w:rPr>
              <w:t>ocena umiejętności rozwiązywania przykładów,</w:t>
            </w:r>
            <w:r w:rsidR="05BECDF7" w:rsidRPr="59CE81C3">
              <w:rPr>
                <w:rFonts w:ascii="Corbel" w:eastAsia="Times New Roman" w:hAnsi="Corbel" w:cstheme="minorBidi"/>
                <w:b w:val="0"/>
                <w:smallCaps w:val="0"/>
                <w:lang w:eastAsia="pl-PL"/>
              </w:rPr>
              <w:t xml:space="preserve"> kolokwium/projekt</w:t>
            </w:r>
          </w:p>
        </w:tc>
        <w:tc>
          <w:tcPr>
            <w:tcW w:w="2117" w:type="dxa"/>
          </w:tcPr>
          <w:p w14:paraId="2039D27A" w14:textId="7F6B2EB7" w:rsidR="00445A73" w:rsidRPr="00EE6CA9" w:rsidRDefault="00173546"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2DED11C7">
        <w:trPr>
          <w:trHeight w:val="5280"/>
        </w:trPr>
        <w:tc>
          <w:tcPr>
            <w:tcW w:w="9670" w:type="dxa"/>
          </w:tcPr>
          <w:p w14:paraId="62B1C960" w14:textId="4FA420E7" w:rsidR="0085747A" w:rsidRPr="009C54AE" w:rsidRDefault="68799BC9" w:rsidP="2D8BEAF3">
            <w:pPr>
              <w:spacing w:after="0"/>
              <w:jc w:val="both"/>
            </w:pPr>
            <w:r w:rsidRPr="2D8BEAF3">
              <w:rPr>
                <w:rFonts w:ascii="Corbel" w:eastAsia="Corbel" w:hAnsi="Corbel" w:cs="Corbel"/>
                <w:sz w:val="24"/>
                <w:szCs w:val="24"/>
              </w:rPr>
              <w:t xml:space="preserve">Ćwiczenia - </w:t>
            </w:r>
            <w:r w:rsidRPr="2D8BEAF3">
              <w:rPr>
                <w:rFonts w:ascii="Times New Roman" w:eastAsia="Times New Roman" w:hAnsi="Times New Roman"/>
                <w:sz w:val="24"/>
                <w:szCs w:val="24"/>
              </w:rPr>
              <w:t xml:space="preserve">ocena z zaliczenia </w:t>
            </w:r>
            <w:r w:rsidRPr="2D8BEAF3">
              <w:rPr>
                <w:rFonts w:ascii="Corbel" w:eastAsia="Corbel" w:hAnsi="Corbel" w:cs="Corbel"/>
                <w:sz w:val="24"/>
                <w:szCs w:val="24"/>
              </w:rPr>
              <w:t xml:space="preserve"> </w:t>
            </w:r>
          </w:p>
          <w:p w14:paraId="2BCC5282" w14:textId="62E96317" w:rsidR="0085747A" w:rsidRPr="009C54AE" w:rsidRDefault="307C85B5" w:rsidP="2D8BEAF3">
            <w:pPr>
              <w:spacing w:after="0"/>
              <w:jc w:val="both"/>
            </w:pPr>
            <w:r w:rsidRPr="2DED11C7">
              <w:rPr>
                <w:rFonts w:ascii="Corbel" w:eastAsia="Corbel" w:hAnsi="Corbel" w:cs="Corbel"/>
                <w:sz w:val="24"/>
                <w:szCs w:val="24"/>
              </w:rPr>
              <w:t xml:space="preserve">85% oceny stanowią wyniki kolokwiów/projektów, 15% za aktywności i uczestnictwo na zajęciach. Planowane są </w:t>
            </w:r>
            <w:r w:rsidR="05110216" w:rsidRPr="2DED11C7">
              <w:rPr>
                <w:rFonts w:ascii="Corbel" w:eastAsia="Corbel" w:hAnsi="Corbel" w:cs="Corbel"/>
                <w:sz w:val="24"/>
                <w:szCs w:val="24"/>
              </w:rPr>
              <w:t xml:space="preserve">w każdym semestrze </w:t>
            </w:r>
            <w:r w:rsidRPr="2DED11C7">
              <w:rPr>
                <w:rFonts w:ascii="Corbel" w:eastAsia="Corbel" w:hAnsi="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14:paraId="2A37DF2F" w14:textId="47B2C741"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do 50% - niedostateczny, </w:t>
            </w:r>
          </w:p>
          <w:p w14:paraId="6E7F3222" w14:textId="60C7BC77"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51% - 60% - dostateczny, </w:t>
            </w:r>
          </w:p>
          <w:p w14:paraId="7C897AB6" w14:textId="53008EED"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61% - 70% - dostateczny plus, </w:t>
            </w:r>
          </w:p>
          <w:p w14:paraId="744A7B2D" w14:textId="53F52C9A"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71% - 80% - dobry, </w:t>
            </w:r>
          </w:p>
          <w:p w14:paraId="7A7D7DDF" w14:textId="47B3DEA3"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81% - 90% - dobry plus, </w:t>
            </w:r>
          </w:p>
          <w:p w14:paraId="54225531" w14:textId="2B409F88" w:rsidR="0085747A" w:rsidRPr="009C54AE" w:rsidRDefault="68799BC9" w:rsidP="2D8BEAF3">
            <w:pPr>
              <w:pStyle w:val="Akapitzlist"/>
              <w:numPr>
                <w:ilvl w:val="0"/>
                <w:numId w:val="2"/>
              </w:numPr>
              <w:spacing w:after="0"/>
              <w:rPr>
                <w:rFonts w:ascii="Corbel" w:eastAsia="Corbel" w:hAnsi="Corbel" w:cs="Corbel"/>
              </w:rPr>
            </w:pPr>
            <w:r w:rsidRPr="2D8BEAF3">
              <w:rPr>
                <w:rFonts w:ascii="Corbel" w:eastAsia="Corbel" w:hAnsi="Corbel" w:cs="Corbel"/>
              </w:rPr>
              <w:t>91% - 100% - bardzo dobry</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2DED11C7">
        <w:tc>
          <w:tcPr>
            <w:tcW w:w="490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18" w:type="dxa"/>
            <w:vAlign w:val="center"/>
          </w:tcPr>
          <w:p w14:paraId="43976F8D" w14:textId="4EBF6304"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00072E21" w:rsidRPr="009C54AE" w14:paraId="41D7342E" w14:textId="77777777" w:rsidTr="2DED11C7">
        <w:tc>
          <w:tcPr>
            <w:tcW w:w="4902" w:type="dxa"/>
          </w:tcPr>
          <w:p w14:paraId="336857A1"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618" w:type="dxa"/>
          </w:tcPr>
          <w:p w14:paraId="44F68EF5" w14:textId="6655248D" w:rsidR="00072E21" w:rsidRPr="009C54AE" w:rsidRDefault="15C6C608" w:rsidP="00072E21">
            <w:pPr>
              <w:pStyle w:val="Akapitzlist"/>
              <w:spacing w:after="0" w:line="240" w:lineRule="auto"/>
              <w:ind w:left="0"/>
              <w:jc w:val="center"/>
              <w:rPr>
                <w:rFonts w:ascii="Corbel" w:hAnsi="Corbel"/>
                <w:sz w:val="24"/>
                <w:szCs w:val="24"/>
              </w:rPr>
            </w:pPr>
            <w:r w:rsidRPr="2DED11C7">
              <w:rPr>
                <w:rFonts w:ascii="Corbel" w:hAnsi="Corbel"/>
                <w:sz w:val="24"/>
                <w:szCs w:val="24"/>
              </w:rPr>
              <w:t>6</w:t>
            </w:r>
            <w:r w:rsidR="2604D894" w:rsidRPr="2DED11C7">
              <w:rPr>
                <w:rFonts w:ascii="Corbel" w:hAnsi="Corbel"/>
                <w:sz w:val="24"/>
                <w:szCs w:val="24"/>
              </w:rPr>
              <w:t>0</w:t>
            </w:r>
          </w:p>
        </w:tc>
      </w:tr>
      <w:tr w:rsidR="00072E21" w:rsidRPr="009C54AE" w14:paraId="14748C99" w14:textId="77777777" w:rsidTr="2DED11C7">
        <w:tc>
          <w:tcPr>
            <w:tcW w:w="4902" w:type="dxa"/>
          </w:tcPr>
          <w:p w14:paraId="77F9A71E"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3F8D2502" w14:textId="2C68E253"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14:paraId="24D181FD" w14:textId="35CBFAA3" w:rsidR="00072E21" w:rsidRPr="009C54AE" w:rsidRDefault="2CF83180" w:rsidP="00072E21">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00345604" w:rsidRPr="009C54AE" w14:paraId="41367D30" w14:textId="77777777" w:rsidTr="2DED11C7">
        <w:tc>
          <w:tcPr>
            <w:tcW w:w="4902" w:type="dxa"/>
          </w:tcPr>
          <w:p w14:paraId="4F573F09" w14:textId="6EBBBEC2" w:rsidR="00345604" w:rsidRPr="009C54AE" w:rsidRDefault="00345604" w:rsidP="00345604">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14:paraId="611A18CE" w14:textId="0F808027" w:rsidR="00345604" w:rsidRPr="009C54AE" w:rsidRDefault="5E1B9610" w:rsidP="00345604">
            <w:pPr>
              <w:pStyle w:val="Akapitzlist"/>
              <w:spacing w:after="0" w:line="240" w:lineRule="auto"/>
              <w:ind w:left="0"/>
              <w:jc w:val="center"/>
              <w:rPr>
                <w:rFonts w:ascii="Corbel" w:hAnsi="Corbel"/>
                <w:sz w:val="24"/>
                <w:szCs w:val="24"/>
              </w:rPr>
            </w:pPr>
            <w:r w:rsidRPr="2DED11C7">
              <w:rPr>
                <w:rFonts w:ascii="Corbel" w:hAnsi="Corbel"/>
                <w:sz w:val="24"/>
                <w:szCs w:val="24"/>
              </w:rPr>
              <w:t>130</w:t>
            </w:r>
          </w:p>
        </w:tc>
      </w:tr>
      <w:tr w:rsidR="00072E21" w:rsidRPr="009C54AE" w14:paraId="45A3E8D7" w14:textId="77777777" w:rsidTr="2DED11C7">
        <w:tc>
          <w:tcPr>
            <w:tcW w:w="4902" w:type="dxa"/>
          </w:tcPr>
          <w:p w14:paraId="626D78EC"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lastRenderedPageBreak/>
              <w:t>SUMA GODZIN</w:t>
            </w:r>
          </w:p>
        </w:tc>
        <w:tc>
          <w:tcPr>
            <w:tcW w:w="4618" w:type="dxa"/>
          </w:tcPr>
          <w:p w14:paraId="1CC4D173" w14:textId="54740AD0" w:rsidR="00072E21" w:rsidRPr="009C54AE" w:rsidRDefault="4BCBE0FC" w:rsidP="00072E21">
            <w:pPr>
              <w:pStyle w:val="Akapitzlist"/>
              <w:spacing w:after="0" w:line="240" w:lineRule="auto"/>
              <w:ind w:left="0"/>
              <w:jc w:val="center"/>
              <w:rPr>
                <w:rFonts w:ascii="Corbel" w:hAnsi="Corbel"/>
                <w:sz w:val="24"/>
                <w:szCs w:val="24"/>
              </w:rPr>
            </w:pPr>
            <w:r w:rsidRPr="2DED11C7">
              <w:rPr>
                <w:rFonts w:ascii="Corbel" w:hAnsi="Corbel"/>
                <w:sz w:val="24"/>
                <w:szCs w:val="24"/>
              </w:rPr>
              <w:t>2</w:t>
            </w:r>
            <w:r w:rsidR="185688A6" w:rsidRPr="2DED11C7">
              <w:rPr>
                <w:rFonts w:ascii="Corbel" w:hAnsi="Corbel"/>
                <w:sz w:val="24"/>
                <w:szCs w:val="24"/>
              </w:rPr>
              <w:t>00</w:t>
            </w:r>
          </w:p>
        </w:tc>
      </w:tr>
      <w:tr w:rsidR="00072E21" w:rsidRPr="009C54AE" w14:paraId="761AF2EE" w14:textId="77777777" w:rsidTr="2DED11C7">
        <w:tc>
          <w:tcPr>
            <w:tcW w:w="4902" w:type="dxa"/>
          </w:tcPr>
          <w:p w14:paraId="3C28658F" w14:textId="77777777" w:rsidR="00072E21" w:rsidRPr="009C54AE" w:rsidRDefault="00072E21" w:rsidP="00072E21">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18" w:type="dxa"/>
          </w:tcPr>
          <w:p w14:paraId="74CCF68A" w14:textId="2EE8EBC1" w:rsidR="00072E21" w:rsidRPr="009C54AE" w:rsidRDefault="5FDC69FB" w:rsidP="00072E2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4FD7B5CF" w:rsidR="0085747A" w:rsidRPr="009C54AE" w:rsidRDefault="00AD2499" w:rsidP="00AD2499">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21669673" w:rsidR="0085747A" w:rsidRPr="009C54AE" w:rsidRDefault="00AD2499" w:rsidP="00AD2499">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5D1F440B">
        <w:trPr>
          <w:trHeight w:val="397"/>
        </w:trPr>
        <w:tc>
          <w:tcPr>
            <w:tcW w:w="5000" w:type="pct"/>
          </w:tcPr>
          <w:p w14:paraId="7EC7757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6A52A5F2" w14:textId="32D66C21" w:rsidR="00173546" w:rsidRPr="00173546" w:rsidRDefault="00173546" w:rsidP="00AD2499">
            <w:pPr>
              <w:pStyle w:val="Punktygwne"/>
              <w:numPr>
                <w:ilvl w:val="0"/>
                <w:numId w:val="10"/>
              </w:numPr>
              <w:spacing w:before="0" w:after="0"/>
              <w:ind w:left="447" w:hanging="371"/>
              <w:rPr>
                <w:rFonts w:ascii="Corbel" w:hAnsi="Corbel"/>
                <w:b w:val="0"/>
                <w:smallCaps w:val="0"/>
                <w:color w:val="000000"/>
                <w:szCs w:val="24"/>
              </w:rPr>
            </w:pPr>
            <w:proofErr w:type="spellStart"/>
            <w:r w:rsidRPr="00173546">
              <w:rPr>
                <w:rFonts w:ascii="Corbel" w:hAnsi="Corbel"/>
                <w:b w:val="0"/>
                <w:smallCaps w:val="0"/>
                <w:color w:val="000000"/>
                <w:szCs w:val="24"/>
              </w:rPr>
              <w:t>Walkenbach</w:t>
            </w:r>
            <w:proofErr w:type="spellEnd"/>
            <w:r w:rsidRPr="00173546">
              <w:rPr>
                <w:rFonts w:ascii="Corbel" w:hAnsi="Corbel"/>
                <w:b w:val="0"/>
                <w:smallCaps w:val="0"/>
                <w:color w:val="000000"/>
                <w:szCs w:val="24"/>
              </w:rPr>
              <w:t xml:space="preserve"> J., Excel 2010 PL. Biblia, Helion 2011.</w:t>
            </w:r>
          </w:p>
          <w:p w14:paraId="7FB528D3" w14:textId="0BDB3FEF" w:rsidR="00173546" w:rsidRPr="00173546" w:rsidRDefault="185688A6" w:rsidP="2DED11C7">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14:paraId="7175D8DD" w14:textId="7E07794F"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 xml:space="preserve">Bremer A., Sławik M., ECDL 7 modułów, Wydawnictwo </w:t>
            </w:r>
            <w:proofErr w:type="spellStart"/>
            <w:r w:rsidRPr="2DED11C7">
              <w:rPr>
                <w:rFonts w:ascii="Corbel" w:hAnsi="Corbel"/>
                <w:b w:val="0"/>
                <w:smallCaps w:val="0"/>
                <w:color w:val="000000" w:themeColor="text1"/>
              </w:rPr>
              <w:t>Videograf</w:t>
            </w:r>
            <w:proofErr w:type="spellEnd"/>
            <w:r w:rsidRPr="2DED11C7">
              <w:rPr>
                <w:rFonts w:ascii="Corbel" w:hAnsi="Corbel"/>
                <w:b w:val="0"/>
                <w:smallCaps w:val="0"/>
                <w:color w:val="000000" w:themeColor="text1"/>
              </w:rPr>
              <w:t xml:space="preserve"> SA, Chorzów 2013.</w:t>
            </w:r>
          </w:p>
          <w:p w14:paraId="6CF0D6A6" w14:textId="3B1AD914"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14:paraId="50F2B9B2" w14:textId="3D1E7730" w:rsidR="00072E21" w:rsidRPr="009C54AE" w:rsidRDefault="71DED0E1" w:rsidP="2DED11C7">
            <w:pPr>
              <w:pStyle w:val="Punktygwne"/>
              <w:numPr>
                <w:ilvl w:val="0"/>
                <w:numId w:val="10"/>
              </w:numPr>
              <w:spacing w:before="0" w:after="0"/>
              <w:ind w:left="447" w:hanging="371"/>
              <w:rPr>
                <w:b w:val="0"/>
                <w:smallCaps w:val="0"/>
                <w:color w:val="000000"/>
              </w:rPr>
            </w:pPr>
            <w:proofErr w:type="spellStart"/>
            <w:r w:rsidRPr="2DED11C7">
              <w:rPr>
                <w:rFonts w:ascii="Corbel" w:hAnsi="Corbel"/>
                <w:b w:val="0"/>
                <w:smallCaps w:val="0"/>
                <w:color w:val="000000" w:themeColor="text1"/>
              </w:rPr>
              <w:t>Mendrala</w:t>
            </w:r>
            <w:proofErr w:type="spellEnd"/>
            <w:r w:rsidRPr="2DED11C7">
              <w:rPr>
                <w:rFonts w:ascii="Corbel" w:hAnsi="Corbel"/>
                <w:b w:val="0"/>
                <w:smallCaps w:val="0"/>
                <w:color w:val="000000" w:themeColor="text1"/>
              </w:rPr>
              <w:t xml:space="preserve"> D., Szeliga M., Access 2016 PL, Helion, Gliwice 2016</w:t>
            </w:r>
          </w:p>
        </w:tc>
      </w:tr>
      <w:tr w:rsidR="0085747A" w:rsidRPr="009C54AE" w14:paraId="6F6FB0B1" w14:textId="77777777" w:rsidTr="5D1F440B">
        <w:trPr>
          <w:trHeight w:val="397"/>
        </w:trPr>
        <w:tc>
          <w:tcPr>
            <w:tcW w:w="5000" w:type="pct"/>
          </w:tcPr>
          <w:p w14:paraId="5FFDD443" w14:textId="77777777" w:rsidR="0085747A" w:rsidRDefault="0085747A" w:rsidP="5D1F440B">
            <w:pPr>
              <w:pStyle w:val="Punktygwne"/>
              <w:spacing w:before="0" w:after="0"/>
              <w:rPr>
                <w:rFonts w:ascii="Corbel" w:hAnsi="Corbel"/>
                <w:b w:val="0"/>
                <w:smallCaps w:val="0"/>
                <w:color w:val="000000" w:themeColor="text1"/>
              </w:rPr>
            </w:pPr>
            <w:r w:rsidRPr="5D1F440B">
              <w:rPr>
                <w:rFonts w:ascii="Corbel" w:hAnsi="Corbel"/>
                <w:b w:val="0"/>
                <w:smallCaps w:val="0"/>
                <w:color w:val="000000" w:themeColor="text1"/>
                <w:szCs w:val="24"/>
              </w:rPr>
              <w:t xml:space="preserve">Literatura uzupełniająca: </w:t>
            </w:r>
          </w:p>
          <w:p w14:paraId="5265E99D" w14:textId="6023FCC7" w:rsidR="00173546" w:rsidRPr="00AD2499" w:rsidRDefault="00173546" w:rsidP="5D1F440B">
            <w:pPr>
              <w:pStyle w:val="Punktygwne"/>
              <w:numPr>
                <w:ilvl w:val="0"/>
                <w:numId w:val="13"/>
              </w:numPr>
              <w:spacing w:before="0" w:after="0"/>
              <w:ind w:left="448" w:hanging="437"/>
              <w:rPr>
                <w:rFonts w:ascii="Corbel" w:eastAsia="Corbel" w:hAnsi="Corbel" w:cs="Corbel"/>
                <w:b w:val="0"/>
                <w:smallCaps w:val="0"/>
                <w:color w:val="000000"/>
                <w:szCs w:val="24"/>
              </w:rPr>
            </w:pPr>
            <w:proofErr w:type="spellStart"/>
            <w:r w:rsidRPr="5D1F440B">
              <w:rPr>
                <w:rFonts w:ascii="Corbel" w:hAnsi="Corbel"/>
                <w:b w:val="0"/>
                <w:smallCaps w:val="0"/>
                <w:color w:val="000000" w:themeColor="text1"/>
                <w:szCs w:val="24"/>
              </w:rPr>
              <w:t>Zimek</w:t>
            </w:r>
            <w:proofErr w:type="spellEnd"/>
            <w:r w:rsidRPr="5D1F440B">
              <w:rPr>
                <w:rFonts w:ascii="Corbel" w:hAnsi="Corbel"/>
                <w:b w:val="0"/>
                <w:smallCaps w:val="0"/>
                <w:color w:val="000000" w:themeColor="text1"/>
                <w:szCs w:val="24"/>
              </w:rPr>
              <w:t xml:space="preserve"> R., PowerPoint 2010 PL. Ilustrowany przewodnik, Helion 2011</w:t>
            </w:r>
          </w:p>
          <w:p w14:paraId="30C409C2" w14:textId="7761843F" w:rsidR="00072E21" w:rsidRPr="009C54AE" w:rsidRDefault="00173546" w:rsidP="5D1F440B">
            <w:pPr>
              <w:pStyle w:val="Punktygwne"/>
              <w:numPr>
                <w:ilvl w:val="0"/>
                <w:numId w:val="13"/>
              </w:numPr>
              <w:spacing w:before="0" w:after="0"/>
              <w:ind w:left="448" w:hanging="437"/>
              <w:rPr>
                <w:rFonts w:ascii="Corbel" w:eastAsia="Corbel" w:hAnsi="Corbel" w:cs="Corbel"/>
                <w:b w:val="0"/>
                <w:i/>
                <w:iCs/>
                <w:smallCaps w:val="0"/>
                <w:color w:val="000000"/>
                <w:szCs w:val="24"/>
              </w:rPr>
            </w:pPr>
            <w:proofErr w:type="spellStart"/>
            <w:r w:rsidRPr="5D1F440B">
              <w:rPr>
                <w:rFonts w:ascii="Corbel" w:hAnsi="Corbel"/>
                <w:b w:val="0"/>
                <w:smallCaps w:val="0"/>
                <w:color w:val="000000" w:themeColor="text1"/>
                <w:szCs w:val="24"/>
              </w:rPr>
              <w:t>Hales</w:t>
            </w:r>
            <w:proofErr w:type="spellEnd"/>
            <w:r w:rsidRPr="5D1F440B">
              <w:rPr>
                <w:rFonts w:ascii="Corbel" w:hAnsi="Corbel"/>
                <w:b w:val="0"/>
                <w:smallCaps w:val="0"/>
                <w:color w:val="000000" w:themeColor="text1"/>
                <w:szCs w:val="24"/>
              </w:rPr>
              <w:t xml:space="preserve"> C. (red.), Wykorzystanie narzędzi informatycznych w naukach ekonomicznych. Przykłady i zadania, Wydawnictwo Uniwersytetu Rzeszowskiego 2007.</w:t>
            </w:r>
          </w:p>
          <w:p w14:paraId="1F17CF12" w14:textId="737FCFF1" w:rsidR="00072E21" w:rsidRPr="009C54AE" w:rsidRDefault="4C994539" w:rsidP="5D1F440B">
            <w:pPr>
              <w:pStyle w:val="Punktygwne"/>
              <w:numPr>
                <w:ilvl w:val="0"/>
                <w:numId w:val="13"/>
              </w:numPr>
              <w:spacing w:before="0" w:after="0"/>
              <w:ind w:left="448" w:hanging="437"/>
              <w:rPr>
                <w:rFonts w:ascii="Corbel" w:eastAsia="Corbel" w:hAnsi="Corbel" w:cs="Corbel"/>
                <w:b w:val="0"/>
                <w:i/>
                <w:iCs/>
                <w:smallCaps w:val="0"/>
                <w:color w:val="000000"/>
                <w:szCs w:val="24"/>
              </w:rPr>
            </w:pPr>
            <w:r w:rsidRPr="5D1F440B">
              <w:rPr>
                <w:rFonts w:ascii="Corbel" w:hAnsi="Corbel"/>
                <w:b w:val="0"/>
                <w:smallCaps w:val="0"/>
                <w:color w:val="000000" w:themeColor="text1"/>
                <w:szCs w:val="24"/>
              </w:rPr>
              <w:t xml:space="preserve">Chorób R., Szablony i ich zastosowanie w programie MS Excel; Makropolecenia i ich zastosowanie w programie MS Excel; Współpraca programów biurowych na przykładzie korespondencji seryjnej; Szablony i ich zastosowanie w programie MS Word; Makropolecenia i ich zastosowanie w programie MS Word [w:] Wykorzystanie narzędzi informatycznych w naukach ekonomicznych. Przykłady i zadania, (red.) C. </w:t>
            </w:r>
            <w:proofErr w:type="spellStart"/>
            <w:r w:rsidRPr="5D1F440B">
              <w:rPr>
                <w:rFonts w:ascii="Corbel" w:hAnsi="Corbel"/>
                <w:b w:val="0"/>
                <w:smallCaps w:val="0"/>
                <w:color w:val="000000" w:themeColor="text1"/>
                <w:szCs w:val="24"/>
              </w:rPr>
              <w:t>Hales</w:t>
            </w:r>
            <w:proofErr w:type="spellEnd"/>
            <w:r w:rsidRPr="5D1F440B">
              <w:rPr>
                <w:rFonts w:ascii="Corbel" w:hAnsi="Corbel"/>
                <w:b w:val="0"/>
                <w:smallCaps w:val="0"/>
                <w:color w:val="000000" w:themeColor="text1"/>
                <w:szCs w:val="24"/>
              </w:rPr>
              <w:t>, Wyd. Uniwersytetu Rzeszowskiego, Rzeszów 2007, s. 98-103, 104-106, 165-169, 170-172, 173-175.</w:t>
            </w:r>
            <w:r w:rsidR="00173546" w:rsidRPr="00173546">
              <w:rPr>
                <w:rFonts w:ascii="Corbel" w:hAnsi="Corbel"/>
                <w:b w:val="0"/>
                <w:i/>
                <w:smallCaps w:val="0"/>
                <w:color w:val="000000"/>
                <w:szCs w:val="24"/>
              </w:rPr>
              <w:tab/>
            </w: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06431CCC" w:rsidR="002B63DD" w:rsidRDefault="0085747A" w:rsidP="00F83B28">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14:paraId="57B47A6D" w14:textId="58F10752" w:rsidR="002B63DD" w:rsidRDefault="002B63DD">
      <w:pPr>
        <w:spacing w:after="0" w:line="240" w:lineRule="auto"/>
        <w:rPr>
          <w:rFonts w:ascii="Corbel" w:hAnsi="Corbel"/>
          <w:sz w:val="24"/>
          <w:szCs w:val="24"/>
        </w:rPr>
      </w:pPr>
    </w:p>
    <w:sectPr w:rsidR="002B63DD"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2AFEB" w14:textId="77777777" w:rsidR="006254B1" w:rsidRDefault="006254B1" w:rsidP="00C16ABF">
      <w:pPr>
        <w:spacing w:after="0" w:line="240" w:lineRule="auto"/>
      </w:pPr>
      <w:r>
        <w:separator/>
      </w:r>
    </w:p>
  </w:endnote>
  <w:endnote w:type="continuationSeparator" w:id="0">
    <w:p w14:paraId="199E4A5F" w14:textId="77777777" w:rsidR="006254B1" w:rsidRDefault="006254B1"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rbel">
    <w:panose1 w:val="020B0503020204020204"/>
    <w:charset w:val="EE"/>
    <w:family w:val="swiss"/>
    <w:pitch w:val="variable"/>
    <w:sig w:usb0="A00002EF" w:usb1="4000A4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879C94" w14:textId="77777777" w:rsidR="006254B1" w:rsidRDefault="006254B1" w:rsidP="00C16ABF">
      <w:pPr>
        <w:spacing w:after="0" w:line="240" w:lineRule="auto"/>
      </w:pPr>
      <w:r>
        <w:separator/>
      </w:r>
    </w:p>
  </w:footnote>
  <w:footnote w:type="continuationSeparator" w:id="0">
    <w:p w14:paraId="31AC0385" w14:textId="77777777" w:rsidR="006254B1" w:rsidRDefault="006254B1"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F5CC1"/>
    <w:multiLevelType w:val="hybridMultilevel"/>
    <w:tmpl w:val="D2A6E192"/>
    <w:lvl w:ilvl="0" w:tplc="535C42F0">
      <w:start w:val="1"/>
      <w:numFmt w:val="decimal"/>
      <w:lvlText w:val="%1."/>
      <w:lvlJc w:val="left"/>
      <w:pPr>
        <w:ind w:left="1065" w:hanging="705"/>
      </w:pPr>
      <w:rPr>
        <w:rFonts w:ascii="Corbel" w:hAnsi="Corbe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ascii="Symbol" w:hAnsi="Symbol" w:hint="default"/>
      </w:rPr>
    </w:lvl>
    <w:lvl w:ilvl="1" w:tplc="7584B32C">
      <w:start w:val="1"/>
      <w:numFmt w:val="bullet"/>
      <w:lvlText w:val="o"/>
      <w:lvlJc w:val="left"/>
      <w:pPr>
        <w:ind w:left="1440" w:hanging="360"/>
      </w:pPr>
      <w:rPr>
        <w:rFonts w:ascii="Courier New" w:hAnsi="Courier New" w:hint="default"/>
      </w:rPr>
    </w:lvl>
    <w:lvl w:ilvl="2" w:tplc="0F9ACAFC">
      <w:start w:val="1"/>
      <w:numFmt w:val="bullet"/>
      <w:lvlText w:val=""/>
      <w:lvlJc w:val="left"/>
      <w:pPr>
        <w:ind w:left="2160" w:hanging="360"/>
      </w:pPr>
      <w:rPr>
        <w:rFonts w:ascii="Wingdings" w:hAnsi="Wingdings" w:hint="default"/>
      </w:rPr>
    </w:lvl>
    <w:lvl w:ilvl="3" w:tplc="B930EF9C">
      <w:start w:val="1"/>
      <w:numFmt w:val="bullet"/>
      <w:lvlText w:val=""/>
      <w:lvlJc w:val="left"/>
      <w:pPr>
        <w:ind w:left="2880" w:hanging="360"/>
      </w:pPr>
      <w:rPr>
        <w:rFonts w:ascii="Symbol" w:hAnsi="Symbol" w:hint="default"/>
      </w:rPr>
    </w:lvl>
    <w:lvl w:ilvl="4" w:tplc="F21A7B84">
      <w:start w:val="1"/>
      <w:numFmt w:val="bullet"/>
      <w:lvlText w:val="o"/>
      <w:lvlJc w:val="left"/>
      <w:pPr>
        <w:ind w:left="3600" w:hanging="360"/>
      </w:pPr>
      <w:rPr>
        <w:rFonts w:ascii="Courier New" w:hAnsi="Courier New" w:hint="default"/>
      </w:rPr>
    </w:lvl>
    <w:lvl w:ilvl="5" w:tplc="1D8CE466">
      <w:start w:val="1"/>
      <w:numFmt w:val="bullet"/>
      <w:lvlText w:val=""/>
      <w:lvlJc w:val="left"/>
      <w:pPr>
        <w:ind w:left="4320" w:hanging="360"/>
      </w:pPr>
      <w:rPr>
        <w:rFonts w:ascii="Wingdings" w:hAnsi="Wingdings" w:hint="default"/>
      </w:rPr>
    </w:lvl>
    <w:lvl w:ilvl="6" w:tplc="CA2EEC54">
      <w:start w:val="1"/>
      <w:numFmt w:val="bullet"/>
      <w:lvlText w:val=""/>
      <w:lvlJc w:val="left"/>
      <w:pPr>
        <w:ind w:left="5040" w:hanging="360"/>
      </w:pPr>
      <w:rPr>
        <w:rFonts w:ascii="Symbol" w:hAnsi="Symbol" w:hint="default"/>
      </w:rPr>
    </w:lvl>
    <w:lvl w:ilvl="7" w:tplc="13EC975E">
      <w:start w:val="1"/>
      <w:numFmt w:val="bullet"/>
      <w:lvlText w:val="o"/>
      <w:lvlJc w:val="left"/>
      <w:pPr>
        <w:ind w:left="5760" w:hanging="360"/>
      </w:pPr>
      <w:rPr>
        <w:rFonts w:ascii="Courier New" w:hAnsi="Courier New" w:hint="default"/>
      </w:rPr>
    </w:lvl>
    <w:lvl w:ilvl="8" w:tplc="7D70A828">
      <w:start w:val="1"/>
      <w:numFmt w:val="bullet"/>
      <w:lvlText w:val=""/>
      <w:lvlJc w:val="left"/>
      <w:pPr>
        <w:ind w:left="6480" w:hanging="360"/>
      </w:pPr>
      <w:rPr>
        <w:rFonts w:ascii="Wingdings" w:hAnsi="Wingdings" w:hint="default"/>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ascii="Symbol" w:hAnsi="Symbol" w:hint="default"/>
      </w:rPr>
    </w:lvl>
    <w:lvl w:ilvl="1" w:tplc="8AEAC1DE">
      <w:start w:val="1"/>
      <w:numFmt w:val="bullet"/>
      <w:lvlText w:val="o"/>
      <w:lvlJc w:val="left"/>
      <w:pPr>
        <w:ind w:left="1440" w:hanging="360"/>
      </w:pPr>
      <w:rPr>
        <w:rFonts w:ascii="Courier New" w:hAnsi="Courier New" w:hint="default"/>
      </w:rPr>
    </w:lvl>
    <w:lvl w:ilvl="2" w:tplc="FD1CDB58">
      <w:start w:val="1"/>
      <w:numFmt w:val="bullet"/>
      <w:lvlText w:val=""/>
      <w:lvlJc w:val="left"/>
      <w:pPr>
        <w:ind w:left="2160" w:hanging="360"/>
      </w:pPr>
      <w:rPr>
        <w:rFonts w:ascii="Wingdings" w:hAnsi="Wingdings" w:hint="default"/>
      </w:rPr>
    </w:lvl>
    <w:lvl w:ilvl="3" w:tplc="6D68960C">
      <w:start w:val="1"/>
      <w:numFmt w:val="bullet"/>
      <w:lvlText w:val=""/>
      <w:lvlJc w:val="left"/>
      <w:pPr>
        <w:ind w:left="2880" w:hanging="360"/>
      </w:pPr>
      <w:rPr>
        <w:rFonts w:ascii="Symbol" w:hAnsi="Symbol" w:hint="default"/>
      </w:rPr>
    </w:lvl>
    <w:lvl w:ilvl="4" w:tplc="BA18A428">
      <w:start w:val="1"/>
      <w:numFmt w:val="bullet"/>
      <w:lvlText w:val="o"/>
      <w:lvlJc w:val="left"/>
      <w:pPr>
        <w:ind w:left="3600" w:hanging="360"/>
      </w:pPr>
      <w:rPr>
        <w:rFonts w:ascii="Courier New" w:hAnsi="Courier New" w:hint="default"/>
      </w:rPr>
    </w:lvl>
    <w:lvl w:ilvl="5" w:tplc="2CCAC4AA">
      <w:start w:val="1"/>
      <w:numFmt w:val="bullet"/>
      <w:lvlText w:val=""/>
      <w:lvlJc w:val="left"/>
      <w:pPr>
        <w:ind w:left="4320" w:hanging="360"/>
      </w:pPr>
      <w:rPr>
        <w:rFonts w:ascii="Wingdings" w:hAnsi="Wingdings" w:hint="default"/>
      </w:rPr>
    </w:lvl>
    <w:lvl w:ilvl="6" w:tplc="431C149C">
      <w:start w:val="1"/>
      <w:numFmt w:val="bullet"/>
      <w:lvlText w:val=""/>
      <w:lvlJc w:val="left"/>
      <w:pPr>
        <w:ind w:left="5040" w:hanging="360"/>
      </w:pPr>
      <w:rPr>
        <w:rFonts w:ascii="Symbol" w:hAnsi="Symbol" w:hint="default"/>
      </w:rPr>
    </w:lvl>
    <w:lvl w:ilvl="7" w:tplc="130640B2">
      <w:start w:val="1"/>
      <w:numFmt w:val="bullet"/>
      <w:lvlText w:val="o"/>
      <w:lvlJc w:val="left"/>
      <w:pPr>
        <w:ind w:left="5760" w:hanging="360"/>
      </w:pPr>
      <w:rPr>
        <w:rFonts w:ascii="Courier New" w:hAnsi="Courier New" w:hint="default"/>
      </w:rPr>
    </w:lvl>
    <w:lvl w:ilvl="8" w:tplc="7E0E4F7E">
      <w:start w:val="1"/>
      <w:numFmt w:val="bullet"/>
      <w:lvlText w:val=""/>
      <w:lvlJc w:val="left"/>
      <w:pPr>
        <w:ind w:left="6480" w:hanging="360"/>
      </w:pPr>
      <w:rPr>
        <w:rFonts w:ascii="Wingdings" w:hAnsi="Wingdings" w:hint="default"/>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45604"/>
    <w:rsid w:val="00346FE9"/>
    <w:rsid w:val="0034759A"/>
    <w:rsid w:val="003503F6"/>
    <w:rsid w:val="003530DD"/>
    <w:rsid w:val="00363F78"/>
    <w:rsid w:val="00376743"/>
    <w:rsid w:val="003A0A5B"/>
    <w:rsid w:val="003A1176"/>
    <w:rsid w:val="003A4D0A"/>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286C"/>
    <w:rsid w:val="00513B6F"/>
    <w:rsid w:val="00517C63"/>
    <w:rsid w:val="005363C4"/>
    <w:rsid w:val="00536BDE"/>
    <w:rsid w:val="005428E2"/>
    <w:rsid w:val="00543ACC"/>
    <w:rsid w:val="0056696D"/>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54B1"/>
    <w:rsid w:val="00626087"/>
    <w:rsid w:val="00627FC9"/>
    <w:rsid w:val="00647FA8"/>
    <w:rsid w:val="00650C5F"/>
    <w:rsid w:val="00654934"/>
    <w:rsid w:val="00654DA6"/>
    <w:rsid w:val="006620D9"/>
    <w:rsid w:val="00671958"/>
    <w:rsid w:val="00675843"/>
    <w:rsid w:val="00696477"/>
    <w:rsid w:val="00696BD9"/>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4155"/>
    <w:rsid w:val="007F59E4"/>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4307"/>
    <w:rsid w:val="00916188"/>
    <w:rsid w:val="00923D7D"/>
    <w:rsid w:val="009508DF"/>
    <w:rsid w:val="00950DAC"/>
    <w:rsid w:val="00954A07"/>
    <w:rsid w:val="00955F97"/>
    <w:rsid w:val="009747C1"/>
    <w:rsid w:val="00984B23"/>
    <w:rsid w:val="00990693"/>
    <w:rsid w:val="00991867"/>
    <w:rsid w:val="00997F14"/>
    <w:rsid w:val="009A78D9"/>
    <w:rsid w:val="009C3E31"/>
    <w:rsid w:val="009C54AE"/>
    <w:rsid w:val="009C788E"/>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84C85"/>
    <w:rsid w:val="00A97DE1"/>
    <w:rsid w:val="00AB053C"/>
    <w:rsid w:val="00AD1146"/>
    <w:rsid w:val="00AD2499"/>
    <w:rsid w:val="00AD27D3"/>
    <w:rsid w:val="00AD66D6"/>
    <w:rsid w:val="00AE1160"/>
    <w:rsid w:val="00AE203C"/>
    <w:rsid w:val="00AE2E74"/>
    <w:rsid w:val="00AE5FCB"/>
    <w:rsid w:val="00AF2C1E"/>
    <w:rsid w:val="00B06142"/>
    <w:rsid w:val="00B135B1"/>
    <w:rsid w:val="00B3130B"/>
    <w:rsid w:val="00B3229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56036"/>
    <w:rsid w:val="00C61DC5"/>
    <w:rsid w:val="00C65AB9"/>
    <w:rsid w:val="00C67E92"/>
    <w:rsid w:val="00C70A26"/>
    <w:rsid w:val="00C7257C"/>
    <w:rsid w:val="00C766DF"/>
    <w:rsid w:val="00C94B98"/>
    <w:rsid w:val="00C970F0"/>
    <w:rsid w:val="00CA2B9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15F4A"/>
    <w:rsid w:val="00E21E7D"/>
    <w:rsid w:val="00E22FBC"/>
    <w:rsid w:val="00E24BF5"/>
    <w:rsid w:val="00E25338"/>
    <w:rsid w:val="00E446FB"/>
    <w:rsid w:val="00E51E44"/>
    <w:rsid w:val="00E567F0"/>
    <w:rsid w:val="00E63348"/>
    <w:rsid w:val="00E649B8"/>
    <w:rsid w:val="00E661B9"/>
    <w:rsid w:val="00E7383D"/>
    <w:rsid w:val="00E742AA"/>
    <w:rsid w:val="00E77E88"/>
    <w:rsid w:val="00E8107D"/>
    <w:rsid w:val="00E960BB"/>
    <w:rsid w:val="00EA2074"/>
    <w:rsid w:val="00EA4832"/>
    <w:rsid w:val="00EA4E9D"/>
    <w:rsid w:val="00EC4899"/>
    <w:rsid w:val="00ED03AB"/>
    <w:rsid w:val="00ED1749"/>
    <w:rsid w:val="00ED32D2"/>
    <w:rsid w:val="00EE32DE"/>
    <w:rsid w:val="00EE5457"/>
    <w:rsid w:val="00EE6CA9"/>
    <w:rsid w:val="00F070AB"/>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110216"/>
    <w:rsid w:val="05BECDF7"/>
    <w:rsid w:val="08260D1E"/>
    <w:rsid w:val="0CB794F6"/>
    <w:rsid w:val="111E5074"/>
    <w:rsid w:val="12CA8724"/>
    <w:rsid w:val="1325889D"/>
    <w:rsid w:val="1378BBB0"/>
    <w:rsid w:val="138C50C6"/>
    <w:rsid w:val="15C6C608"/>
    <w:rsid w:val="178FA08A"/>
    <w:rsid w:val="17A76241"/>
    <w:rsid w:val="185688A6"/>
    <w:rsid w:val="19F2E72A"/>
    <w:rsid w:val="1BE4339E"/>
    <w:rsid w:val="1C7359C5"/>
    <w:rsid w:val="1D1BF1E2"/>
    <w:rsid w:val="20AC6C8B"/>
    <w:rsid w:val="21C4CC7F"/>
    <w:rsid w:val="2283BA92"/>
    <w:rsid w:val="2604D894"/>
    <w:rsid w:val="28AF24AD"/>
    <w:rsid w:val="2B828F6A"/>
    <w:rsid w:val="2C81C7C6"/>
    <w:rsid w:val="2CF83180"/>
    <w:rsid w:val="2D8BEAF3"/>
    <w:rsid w:val="2DED11C7"/>
    <w:rsid w:val="2F6B3F19"/>
    <w:rsid w:val="30360DE2"/>
    <w:rsid w:val="307C85B5"/>
    <w:rsid w:val="31D8A891"/>
    <w:rsid w:val="342E10B1"/>
    <w:rsid w:val="37963756"/>
    <w:rsid w:val="39110D66"/>
    <w:rsid w:val="3956C5C0"/>
    <w:rsid w:val="3CD3BBCB"/>
    <w:rsid w:val="3D9B51D2"/>
    <w:rsid w:val="3EDA31D7"/>
    <w:rsid w:val="49D1C2C4"/>
    <w:rsid w:val="4AA8EE15"/>
    <w:rsid w:val="4BAECE6B"/>
    <w:rsid w:val="4BCBE0FC"/>
    <w:rsid w:val="4BE86DAA"/>
    <w:rsid w:val="4C4ED1B5"/>
    <w:rsid w:val="4C994539"/>
    <w:rsid w:val="4ED53CE9"/>
    <w:rsid w:val="52B4DBAF"/>
    <w:rsid w:val="56094BCE"/>
    <w:rsid w:val="57D411C1"/>
    <w:rsid w:val="59CE81C3"/>
    <w:rsid w:val="5A428F32"/>
    <w:rsid w:val="5BEF91D7"/>
    <w:rsid w:val="5D1F440B"/>
    <w:rsid w:val="5E1B9610"/>
    <w:rsid w:val="5F86612F"/>
    <w:rsid w:val="5FDC69FB"/>
    <w:rsid w:val="605F1598"/>
    <w:rsid w:val="66353CCD"/>
    <w:rsid w:val="674B9217"/>
    <w:rsid w:val="68799BC9"/>
    <w:rsid w:val="695D6920"/>
    <w:rsid w:val="6E671C6C"/>
    <w:rsid w:val="6EF00C1D"/>
    <w:rsid w:val="6F92B146"/>
    <w:rsid w:val="712E81A7"/>
    <w:rsid w:val="71DED0E1"/>
    <w:rsid w:val="762BBC65"/>
    <w:rsid w:val="77F51131"/>
    <w:rsid w:val="794559C2"/>
    <w:rsid w:val="7C92869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paragraph">
    <w:name w:val="paragraph"/>
    <w:basedOn w:val="Normalny"/>
    <w:rsid w:val="00C725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7257C"/>
  </w:style>
  <w:style w:type="character" w:customStyle="1" w:styleId="spellingerror">
    <w:name w:val="spellingerror"/>
    <w:basedOn w:val="Domylnaczcionkaakapitu"/>
    <w:rsid w:val="00C7257C"/>
  </w:style>
  <w:style w:type="character" w:customStyle="1" w:styleId="eop">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829B68-C089-47F2-9C49-7668BC09947B}">
  <ds:schemaRefs>
    <ds:schemaRef ds:uri="http://schemas.microsoft.com/sharepoint/v3/contenttype/forms"/>
  </ds:schemaRefs>
</ds:datastoreItem>
</file>

<file path=customXml/itemProps2.xml><?xml version="1.0" encoding="utf-8"?>
<ds:datastoreItem xmlns:ds="http://schemas.openxmlformats.org/officeDocument/2006/customXml" ds:itemID="{764F647D-BCD1-45C5-847C-865DA8C5F263}">
  <ds:schemaRefs>
    <ds:schemaRef ds:uri="http://schemas.openxmlformats.org/officeDocument/2006/bibliography"/>
  </ds:schemaRefs>
</ds:datastoreItem>
</file>

<file path=customXml/itemProps3.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9EE90D-8384-4077-8E20-080EB83B2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1</Pages>
  <Words>1324</Words>
  <Characters>7946</Characters>
  <Application>Microsoft Office Word</Application>
  <DocSecurity>0</DocSecurity>
  <Lines>66</Lines>
  <Paragraphs>18</Paragraphs>
  <ScaleCrop>false</ScaleCrop>
  <Company>Hewlett-Packard Company</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Jadwiga Pawłowska-Mielech</cp:lastModifiedBy>
  <cp:revision>23</cp:revision>
  <cp:lastPrinted>2019-02-06T12:12:00Z</cp:lastPrinted>
  <dcterms:created xsi:type="dcterms:W3CDTF">2020-10-25T15:57:00Z</dcterms:created>
  <dcterms:modified xsi:type="dcterms:W3CDTF">2020-12-16T10:44:00Z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